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2A8AC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</w:p>
    <w:p w14:paraId="387DB1C4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</w:p>
    <w:p w14:paraId="49197987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</w:p>
    <w:p w14:paraId="71581B43" w14:textId="77777777" w:rsidR="00F844F4" w:rsidRPr="005E0C55" w:rsidRDefault="00F844F4" w:rsidP="00064FF1">
      <w:pPr>
        <w:pStyle w:val="Nadpis1"/>
        <w:rPr>
          <w:rFonts w:ascii="Open Sans" w:hAnsi="Open Sans" w:cs="Open Sans"/>
          <w:color w:val="auto"/>
        </w:rPr>
      </w:pPr>
    </w:p>
    <w:p w14:paraId="5C1AD6C5" w14:textId="77777777" w:rsidR="00EB714C" w:rsidRPr="005E0C55" w:rsidRDefault="00EB714C" w:rsidP="00FD5660">
      <w:pPr>
        <w:rPr>
          <w:rFonts w:ascii="Open Sans" w:hAnsi="Open Sans" w:cs="Open Sans"/>
        </w:rPr>
      </w:pPr>
    </w:p>
    <w:p w14:paraId="0CAE201B" w14:textId="780C71F9" w:rsidR="000530CC" w:rsidRPr="005E0C55" w:rsidRDefault="000530CC" w:rsidP="0089005F">
      <w:pPr>
        <w:pStyle w:val="Nadpis2"/>
        <w:rPr>
          <w:rFonts w:ascii="Open Sans" w:hAnsi="Open Sans" w:cs="Open Sans"/>
          <w:color w:val="auto"/>
        </w:rPr>
      </w:pPr>
      <w:r w:rsidRPr="005E0C55">
        <w:rPr>
          <w:rFonts w:ascii="Open Sans" w:hAnsi="Open Sans" w:cs="Open Sans"/>
          <w:color w:val="auto"/>
        </w:rPr>
        <w:t xml:space="preserve">Úplná technická dokumentace </w:t>
      </w:r>
      <w:r w:rsidR="00F43B87">
        <w:rPr>
          <w:rFonts w:ascii="Open Sans" w:hAnsi="Open Sans" w:cs="Open Sans"/>
          <w:color w:val="auto"/>
        </w:rPr>
        <w:t xml:space="preserve">DPS </w:t>
      </w:r>
      <w:r w:rsidRPr="005E0C55">
        <w:rPr>
          <w:rFonts w:ascii="Open Sans" w:hAnsi="Open Sans" w:cs="Open Sans"/>
          <w:color w:val="auto"/>
        </w:rPr>
        <w:t>obsahuje:</w:t>
      </w:r>
    </w:p>
    <w:p w14:paraId="0F126BCD" w14:textId="77777777" w:rsidR="006E740E" w:rsidRPr="005E0C55" w:rsidRDefault="006E740E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rPr>
          <w:rFonts w:ascii="Open Sans" w:hAnsi="Open Sans" w:cs="Open Sans"/>
          <w:sz w:val="22"/>
        </w:rPr>
      </w:pPr>
    </w:p>
    <w:p w14:paraId="50BE4F98" w14:textId="77777777" w:rsidR="000530CC" w:rsidRPr="00DF5201" w:rsidRDefault="00A200C8" w:rsidP="00F004A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4" w:firstLine="0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ab/>
      </w:r>
      <w:r w:rsidR="006E740E" w:rsidRPr="00DF5201">
        <w:rPr>
          <w:rFonts w:ascii="Open Sans" w:hAnsi="Open Sans" w:cs="Open Sans"/>
          <w:sz w:val="22"/>
        </w:rPr>
        <w:t xml:space="preserve"> </w:t>
      </w:r>
      <w:r w:rsidR="00F004AC" w:rsidRPr="00DF5201">
        <w:rPr>
          <w:rFonts w:ascii="Open Sans" w:hAnsi="Open Sans" w:cs="Open Sans"/>
          <w:sz w:val="22"/>
        </w:rPr>
        <w:t>Název</w:t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F004AC" w:rsidRPr="00DF5201">
        <w:rPr>
          <w:rFonts w:ascii="Open Sans" w:hAnsi="Open Sans" w:cs="Open Sans"/>
          <w:sz w:val="22"/>
        </w:rPr>
        <w:tab/>
      </w:r>
      <w:r w:rsidR="00031028" w:rsidRPr="00DF5201">
        <w:rPr>
          <w:rFonts w:ascii="Open Sans" w:hAnsi="Open Sans" w:cs="Open Sans"/>
          <w:sz w:val="22"/>
        </w:rPr>
        <w:t xml:space="preserve">          </w:t>
      </w:r>
      <w:r w:rsidR="000530CC" w:rsidRPr="00DF5201">
        <w:rPr>
          <w:rFonts w:ascii="Open Sans" w:hAnsi="Open Sans" w:cs="Open Sans"/>
          <w:sz w:val="22"/>
        </w:rPr>
        <w:t>A4</w:t>
      </w:r>
    </w:p>
    <w:p w14:paraId="300055EF" w14:textId="77777777" w:rsidR="00F004AC" w:rsidRPr="00DF5201" w:rsidRDefault="00F004AC" w:rsidP="00F004A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4" w:firstLine="0"/>
        <w:rPr>
          <w:rFonts w:ascii="Open Sans" w:hAnsi="Open Sans" w:cs="Open Sans"/>
          <w:sz w:val="22"/>
        </w:rPr>
      </w:pPr>
    </w:p>
    <w:p w14:paraId="17ED71E4" w14:textId="09C22215" w:rsidR="000530CC" w:rsidRPr="00DF5201" w:rsidRDefault="000530CC" w:rsidP="004459B2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Technickou zprávu (TZ) </w:t>
      </w:r>
      <w:r w:rsidR="00DB0A42" w:rsidRPr="00DF5201">
        <w:rPr>
          <w:rFonts w:ascii="Open Sans" w:hAnsi="Open Sans" w:cs="Open Sans"/>
          <w:sz w:val="22"/>
        </w:rPr>
        <w:t>vč. příloh</w:t>
      </w:r>
      <w:r w:rsidRPr="00DF5201">
        <w:rPr>
          <w:rFonts w:ascii="Open Sans" w:hAnsi="Open Sans" w:cs="Open Sans"/>
          <w:sz w:val="22"/>
        </w:rPr>
        <w:t xml:space="preserve">                        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proofErr w:type="spellStart"/>
      <w:r w:rsidR="003A709D" w:rsidRPr="00DF5201">
        <w:rPr>
          <w:rFonts w:ascii="Open Sans" w:hAnsi="Open Sans" w:cs="Open Sans"/>
          <w:sz w:val="22"/>
        </w:rPr>
        <w:t>p.č</w:t>
      </w:r>
      <w:proofErr w:type="spellEnd"/>
      <w:r w:rsidR="003A709D" w:rsidRPr="00DF5201">
        <w:rPr>
          <w:rFonts w:ascii="Open Sans" w:hAnsi="Open Sans" w:cs="Open Sans"/>
          <w:sz w:val="22"/>
        </w:rPr>
        <w:t>. D.1.4.4.01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="00DF5201" w:rsidRPr="00DF5201">
        <w:rPr>
          <w:rFonts w:ascii="Open Sans" w:hAnsi="Open Sans" w:cs="Open Sans"/>
          <w:sz w:val="22"/>
        </w:rPr>
        <w:t>30</w:t>
      </w:r>
    </w:p>
    <w:p w14:paraId="0980002C" w14:textId="74450884" w:rsidR="00496D68" w:rsidRPr="00DF5201" w:rsidRDefault="00496D68" w:rsidP="00496D68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PŮDORYS </w:t>
      </w:r>
      <w:r w:rsidR="00E4031E" w:rsidRPr="00DF5201">
        <w:rPr>
          <w:rFonts w:ascii="Open Sans" w:hAnsi="Open Sans" w:cs="Open Sans"/>
          <w:sz w:val="22"/>
        </w:rPr>
        <w:t>1</w:t>
      </w:r>
      <w:r w:rsidRPr="00DF5201">
        <w:rPr>
          <w:rFonts w:ascii="Open Sans" w:hAnsi="Open Sans" w:cs="Open Sans"/>
          <w:sz w:val="22"/>
        </w:rPr>
        <w:t>.NP</w:t>
      </w:r>
      <w:r w:rsidR="00DF5201" w:rsidRPr="00DF5201">
        <w:rPr>
          <w:rFonts w:ascii="Open Sans" w:hAnsi="Open Sans" w:cs="Open Sans"/>
          <w:sz w:val="22"/>
        </w:rPr>
        <w:t xml:space="preserve"> + ŘEZY A-A, C-C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proofErr w:type="spellStart"/>
      <w:r w:rsidRPr="00DF5201">
        <w:rPr>
          <w:rFonts w:ascii="Open Sans" w:hAnsi="Open Sans" w:cs="Open Sans"/>
          <w:sz w:val="22"/>
        </w:rPr>
        <w:t>v.č</w:t>
      </w:r>
      <w:proofErr w:type="spellEnd"/>
      <w:r w:rsidRPr="00DF5201">
        <w:rPr>
          <w:rFonts w:ascii="Open Sans" w:hAnsi="Open Sans" w:cs="Open Sans"/>
          <w:sz w:val="22"/>
        </w:rPr>
        <w:t>.</w:t>
      </w:r>
      <w:r w:rsidR="003A709D" w:rsidRPr="00DF5201">
        <w:rPr>
          <w:rFonts w:ascii="Open Sans" w:hAnsi="Open Sans" w:cs="Open Sans"/>
          <w:sz w:val="22"/>
        </w:rPr>
        <w:t xml:space="preserve"> D.1.4.4.02.1</w:t>
      </w:r>
      <w:r w:rsidR="00186671" w:rsidRPr="00DF5201">
        <w:rPr>
          <w:rFonts w:ascii="Open Sans" w:hAnsi="Open Sans" w:cs="Open Sans"/>
          <w:sz w:val="22"/>
        </w:rPr>
        <w:tab/>
      </w:r>
      <w:r w:rsidR="003A709D" w:rsidRPr="00DF5201">
        <w:rPr>
          <w:rFonts w:ascii="Open Sans" w:hAnsi="Open Sans" w:cs="Open Sans"/>
          <w:sz w:val="22"/>
        </w:rPr>
        <w:t>16</w:t>
      </w:r>
    </w:p>
    <w:p w14:paraId="652A8B9F" w14:textId="188CF1FD" w:rsidR="00E4031E" w:rsidRPr="00DF5201" w:rsidRDefault="00E4031E" w:rsidP="00E4031E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PŮDORYS </w:t>
      </w:r>
      <w:r w:rsidR="003A709D" w:rsidRPr="00DF5201">
        <w:rPr>
          <w:rFonts w:ascii="Open Sans" w:hAnsi="Open Sans" w:cs="Open Sans"/>
          <w:sz w:val="22"/>
        </w:rPr>
        <w:t>2.NP</w:t>
      </w:r>
      <w:r w:rsidR="00DF5201" w:rsidRPr="00DF5201">
        <w:rPr>
          <w:rFonts w:ascii="Open Sans" w:hAnsi="Open Sans" w:cs="Open Sans"/>
          <w:sz w:val="22"/>
        </w:rPr>
        <w:t xml:space="preserve"> + ŘEZ B-B</w:t>
      </w:r>
      <w:r w:rsidRPr="00DF5201">
        <w:rPr>
          <w:rFonts w:ascii="Open Sans" w:hAnsi="Open Sans" w:cs="Open Sans"/>
          <w:sz w:val="22"/>
        </w:rPr>
        <w:tab/>
        <w:t xml:space="preserve"> 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proofErr w:type="spellStart"/>
      <w:r w:rsidRPr="00DF5201">
        <w:rPr>
          <w:rFonts w:ascii="Open Sans" w:hAnsi="Open Sans" w:cs="Open Sans"/>
          <w:sz w:val="22"/>
        </w:rPr>
        <w:t>v.č</w:t>
      </w:r>
      <w:proofErr w:type="spellEnd"/>
      <w:r w:rsidRPr="00DF5201">
        <w:rPr>
          <w:rFonts w:ascii="Open Sans" w:hAnsi="Open Sans" w:cs="Open Sans"/>
          <w:sz w:val="22"/>
        </w:rPr>
        <w:t xml:space="preserve">. </w:t>
      </w:r>
      <w:r w:rsidR="003A709D" w:rsidRPr="00DF5201">
        <w:rPr>
          <w:rFonts w:ascii="Open Sans" w:hAnsi="Open Sans" w:cs="Open Sans"/>
          <w:sz w:val="22"/>
        </w:rPr>
        <w:t>D.1.4.4.02.2</w:t>
      </w:r>
      <w:r w:rsidRPr="00DF5201">
        <w:rPr>
          <w:rFonts w:ascii="Open Sans" w:hAnsi="Open Sans" w:cs="Open Sans"/>
          <w:sz w:val="22"/>
        </w:rPr>
        <w:tab/>
      </w:r>
      <w:r w:rsidR="003A709D" w:rsidRPr="00DF5201">
        <w:rPr>
          <w:rFonts w:ascii="Open Sans" w:hAnsi="Open Sans" w:cs="Open Sans"/>
          <w:sz w:val="22"/>
        </w:rPr>
        <w:t>16</w:t>
      </w:r>
    </w:p>
    <w:p w14:paraId="3ACCFACA" w14:textId="4D1AD3BC" w:rsidR="004674B8" w:rsidRPr="00DF5201" w:rsidRDefault="004674B8" w:rsidP="004674B8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PŮDORYS </w:t>
      </w:r>
      <w:r w:rsidR="003A709D" w:rsidRPr="00DF5201">
        <w:rPr>
          <w:rFonts w:ascii="Open Sans" w:hAnsi="Open Sans" w:cs="Open Sans"/>
          <w:sz w:val="22"/>
        </w:rPr>
        <w:t>STŘECHY</w:t>
      </w:r>
      <w:r w:rsidR="003A709D" w:rsidRPr="00DF5201">
        <w:rPr>
          <w:rFonts w:ascii="Open Sans" w:hAnsi="Open Sans" w:cs="Open Sans"/>
          <w:sz w:val="22"/>
        </w:rPr>
        <w:tab/>
      </w:r>
      <w:r w:rsidR="003A709D" w:rsidRPr="00DF5201">
        <w:rPr>
          <w:rFonts w:ascii="Open Sans" w:hAnsi="Open Sans" w:cs="Open Sans"/>
          <w:sz w:val="22"/>
        </w:rPr>
        <w:tab/>
      </w:r>
      <w:r w:rsidR="003A709D"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proofErr w:type="spellStart"/>
      <w:r w:rsidRPr="00DF5201">
        <w:rPr>
          <w:rFonts w:ascii="Open Sans" w:hAnsi="Open Sans" w:cs="Open Sans"/>
          <w:sz w:val="22"/>
        </w:rPr>
        <w:t>v.č</w:t>
      </w:r>
      <w:proofErr w:type="spellEnd"/>
      <w:r w:rsidRPr="00DF5201">
        <w:rPr>
          <w:rFonts w:ascii="Open Sans" w:hAnsi="Open Sans" w:cs="Open Sans"/>
          <w:sz w:val="22"/>
        </w:rPr>
        <w:t xml:space="preserve">. </w:t>
      </w:r>
      <w:r w:rsidR="003A709D" w:rsidRPr="00DF5201">
        <w:rPr>
          <w:rFonts w:ascii="Open Sans" w:hAnsi="Open Sans" w:cs="Open Sans"/>
          <w:sz w:val="22"/>
        </w:rPr>
        <w:t>D.1.4.4.02.3</w:t>
      </w:r>
      <w:r w:rsidRPr="00DF5201">
        <w:rPr>
          <w:rFonts w:ascii="Open Sans" w:hAnsi="Open Sans" w:cs="Open Sans"/>
          <w:sz w:val="22"/>
        </w:rPr>
        <w:tab/>
      </w:r>
      <w:r w:rsidR="008F50C2" w:rsidRPr="00DF5201">
        <w:rPr>
          <w:rFonts w:ascii="Open Sans" w:hAnsi="Open Sans" w:cs="Open Sans"/>
          <w:sz w:val="22"/>
        </w:rPr>
        <w:t>8</w:t>
      </w:r>
    </w:p>
    <w:p w14:paraId="0F89F784" w14:textId="08AD72C7" w:rsidR="008B6260" w:rsidRPr="00DF5201" w:rsidRDefault="003A709D" w:rsidP="008B6260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FUNKČNÍ </w:t>
      </w:r>
      <w:r w:rsidR="008B6260" w:rsidRPr="00DF5201">
        <w:rPr>
          <w:rFonts w:ascii="Open Sans" w:hAnsi="Open Sans" w:cs="Open Sans"/>
          <w:sz w:val="22"/>
        </w:rPr>
        <w:t>SCHÉMA</w:t>
      </w:r>
      <w:r w:rsidRPr="00DF5201">
        <w:rPr>
          <w:rFonts w:ascii="Open Sans" w:hAnsi="Open Sans" w:cs="Open Sans"/>
          <w:sz w:val="22"/>
        </w:rPr>
        <w:t xml:space="preserve"> Zař. 13 a 20</w:t>
      </w:r>
      <w:r w:rsidR="008B6260" w:rsidRPr="00DF5201">
        <w:rPr>
          <w:rFonts w:ascii="Open Sans" w:hAnsi="Open Sans" w:cs="Open Sans"/>
          <w:sz w:val="22"/>
        </w:rPr>
        <w:t xml:space="preserve"> </w:t>
      </w:r>
      <w:r w:rsidR="008B6260" w:rsidRPr="00DF5201">
        <w:rPr>
          <w:rFonts w:ascii="Open Sans" w:hAnsi="Open Sans" w:cs="Open Sans"/>
          <w:sz w:val="22"/>
        </w:rPr>
        <w:tab/>
      </w:r>
      <w:r w:rsidR="008B6260" w:rsidRPr="00DF5201">
        <w:rPr>
          <w:rFonts w:ascii="Open Sans" w:hAnsi="Open Sans" w:cs="Open Sans"/>
          <w:sz w:val="22"/>
        </w:rPr>
        <w:tab/>
      </w:r>
      <w:r w:rsidR="008B6260" w:rsidRPr="00DF5201">
        <w:rPr>
          <w:rFonts w:ascii="Open Sans" w:hAnsi="Open Sans" w:cs="Open Sans"/>
          <w:sz w:val="22"/>
        </w:rPr>
        <w:tab/>
      </w:r>
      <w:r w:rsidR="008B6260" w:rsidRPr="00DF5201">
        <w:rPr>
          <w:rFonts w:ascii="Open Sans" w:hAnsi="Open Sans" w:cs="Open Sans"/>
          <w:sz w:val="22"/>
        </w:rPr>
        <w:tab/>
      </w:r>
      <w:proofErr w:type="spellStart"/>
      <w:r w:rsidR="008B6260" w:rsidRPr="00DF5201">
        <w:rPr>
          <w:rFonts w:ascii="Open Sans" w:hAnsi="Open Sans" w:cs="Open Sans"/>
          <w:sz w:val="22"/>
        </w:rPr>
        <w:t>v.č</w:t>
      </w:r>
      <w:proofErr w:type="spellEnd"/>
      <w:r w:rsidR="008B6260" w:rsidRPr="00DF5201">
        <w:rPr>
          <w:rFonts w:ascii="Open Sans" w:hAnsi="Open Sans" w:cs="Open Sans"/>
          <w:sz w:val="22"/>
        </w:rPr>
        <w:t xml:space="preserve">. </w:t>
      </w:r>
      <w:r w:rsidRPr="00DF5201">
        <w:rPr>
          <w:rFonts w:ascii="Open Sans" w:hAnsi="Open Sans" w:cs="Open Sans"/>
          <w:sz w:val="22"/>
        </w:rPr>
        <w:t>D.1.4.4.02.4</w:t>
      </w:r>
      <w:r w:rsidR="008B6260"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>2</w:t>
      </w:r>
    </w:p>
    <w:p w14:paraId="31DD5C98" w14:textId="17023BF0" w:rsidR="00F062D3" w:rsidRPr="00DF5201" w:rsidRDefault="00F062D3" w:rsidP="00F062D3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DF5201">
        <w:rPr>
          <w:rFonts w:ascii="Open Sans" w:hAnsi="Open Sans" w:cs="Open Sans"/>
          <w:sz w:val="22"/>
        </w:rPr>
        <w:t xml:space="preserve">SEZNAM STROJŮ A ZAŘÍZENÍ 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</w:r>
      <w:proofErr w:type="spellStart"/>
      <w:r w:rsidRPr="00DF5201">
        <w:rPr>
          <w:rFonts w:ascii="Open Sans" w:hAnsi="Open Sans" w:cs="Open Sans"/>
          <w:sz w:val="22"/>
        </w:rPr>
        <w:t>p.č</w:t>
      </w:r>
      <w:proofErr w:type="spellEnd"/>
      <w:r w:rsidRPr="00DF5201">
        <w:rPr>
          <w:rFonts w:ascii="Open Sans" w:hAnsi="Open Sans" w:cs="Open Sans"/>
          <w:sz w:val="22"/>
        </w:rPr>
        <w:t>. D.1.4.4.03</w:t>
      </w:r>
      <w:r w:rsidRPr="00DF5201">
        <w:rPr>
          <w:rFonts w:ascii="Open Sans" w:hAnsi="Open Sans" w:cs="Open Sans"/>
          <w:sz w:val="22"/>
        </w:rPr>
        <w:tab/>
      </w:r>
      <w:r w:rsidRPr="00DF5201">
        <w:rPr>
          <w:rFonts w:ascii="Open Sans" w:hAnsi="Open Sans" w:cs="Open Sans"/>
          <w:sz w:val="22"/>
        </w:rPr>
        <w:tab/>
        <w:t>17</w:t>
      </w:r>
    </w:p>
    <w:p w14:paraId="73871C16" w14:textId="414B2E8C" w:rsidR="00F062D3" w:rsidRPr="003A709D" w:rsidRDefault="00F062D3" w:rsidP="00F062D3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ROZPOČET</w:t>
      </w:r>
      <w:r>
        <w:rPr>
          <w:rFonts w:ascii="Open Sans" w:hAnsi="Open Sans" w:cs="Open Sans"/>
          <w:sz w:val="22"/>
        </w:rPr>
        <w:tab/>
      </w:r>
      <w:r>
        <w:rPr>
          <w:rFonts w:ascii="Open Sans" w:hAnsi="Open Sans" w:cs="Open Sans"/>
          <w:sz w:val="22"/>
        </w:rPr>
        <w:tab/>
      </w:r>
      <w:r>
        <w:rPr>
          <w:rFonts w:ascii="Open Sans" w:hAnsi="Open Sans" w:cs="Open Sans"/>
          <w:sz w:val="22"/>
        </w:rPr>
        <w:tab/>
      </w:r>
      <w:r w:rsidRPr="003A709D">
        <w:rPr>
          <w:rFonts w:ascii="Open Sans" w:hAnsi="Open Sans" w:cs="Open Sans"/>
          <w:sz w:val="22"/>
        </w:rPr>
        <w:t xml:space="preserve"> </w:t>
      </w:r>
      <w:r w:rsidRPr="003A709D">
        <w:rPr>
          <w:rFonts w:ascii="Open Sans" w:hAnsi="Open Sans" w:cs="Open Sans"/>
          <w:sz w:val="22"/>
        </w:rPr>
        <w:tab/>
      </w:r>
      <w:r w:rsidRPr="003A709D">
        <w:rPr>
          <w:rFonts w:ascii="Open Sans" w:hAnsi="Open Sans" w:cs="Open Sans"/>
          <w:sz w:val="22"/>
        </w:rPr>
        <w:tab/>
      </w:r>
      <w:r w:rsidRPr="003A709D">
        <w:rPr>
          <w:rFonts w:ascii="Open Sans" w:hAnsi="Open Sans" w:cs="Open Sans"/>
          <w:sz w:val="22"/>
        </w:rPr>
        <w:tab/>
      </w:r>
      <w:r w:rsidRPr="003A709D">
        <w:rPr>
          <w:rFonts w:ascii="Open Sans" w:hAnsi="Open Sans" w:cs="Open Sans"/>
          <w:sz w:val="22"/>
        </w:rPr>
        <w:tab/>
      </w:r>
      <w:proofErr w:type="spellStart"/>
      <w:r>
        <w:rPr>
          <w:rFonts w:ascii="Open Sans" w:hAnsi="Open Sans" w:cs="Open Sans"/>
          <w:sz w:val="22"/>
        </w:rPr>
        <w:t>p</w:t>
      </w:r>
      <w:r w:rsidRPr="003A709D">
        <w:rPr>
          <w:rFonts w:ascii="Open Sans" w:hAnsi="Open Sans" w:cs="Open Sans"/>
          <w:sz w:val="22"/>
        </w:rPr>
        <w:t>.č</w:t>
      </w:r>
      <w:proofErr w:type="spellEnd"/>
      <w:r w:rsidRPr="003A709D">
        <w:rPr>
          <w:rFonts w:ascii="Open Sans" w:hAnsi="Open Sans" w:cs="Open Sans"/>
          <w:sz w:val="22"/>
        </w:rPr>
        <w:t>. D.1.4.4.</w:t>
      </w:r>
      <w:r>
        <w:rPr>
          <w:rFonts w:ascii="Open Sans" w:hAnsi="Open Sans" w:cs="Open Sans"/>
          <w:sz w:val="22"/>
        </w:rPr>
        <w:t>04</w:t>
      </w:r>
      <w:r>
        <w:rPr>
          <w:rFonts w:ascii="Open Sans" w:hAnsi="Open Sans" w:cs="Open Sans"/>
          <w:sz w:val="22"/>
        </w:rPr>
        <w:tab/>
      </w:r>
      <w:r w:rsidRPr="003A709D">
        <w:rPr>
          <w:rFonts w:ascii="Open Sans" w:hAnsi="Open Sans" w:cs="Open Sans"/>
          <w:sz w:val="22"/>
        </w:rPr>
        <w:tab/>
      </w:r>
      <w:r>
        <w:rPr>
          <w:rFonts w:ascii="Open Sans" w:hAnsi="Open Sans" w:cs="Open Sans"/>
          <w:sz w:val="22"/>
        </w:rPr>
        <w:t>27</w:t>
      </w:r>
    </w:p>
    <w:p w14:paraId="2D8FBBCD" w14:textId="77777777" w:rsidR="000530CC" w:rsidRPr="004674B8" w:rsidRDefault="000530CC" w:rsidP="001C63F9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84" w:firstLine="0"/>
        <w:rPr>
          <w:rFonts w:ascii="Open Sans" w:hAnsi="Open Sans" w:cs="Open Sans"/>
          <w:color w:val="FF0000"/>
          <w:sz w:val="22"/>
        </w:rPr>
      </w:pPr>
    </w:p>
    <w:p w14:paraId="7E2480A2" w14:textId="77777777" w:rsidR="000530CC" w:rsidRPr="004674B8" w:rsidRDefault="000530CC" w:rsidP="001C63F9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84" w:firstLine="0"/>
        <w:jc w:val="left"/>
        <w:rPr>
          <w:rFonts w:ascii="Open Sans" w:hAnsi="Open Sans" w:cs="Open Sans"/>
          <w:color w:val="FF0000"/>
        </w:rPr>
      </w:pPr>
    </w:p>
    <w:p w14:paraId="5967CCE6" w14:textId="77777777" w:rsidR="000530CC" w:rsidRPr="004674B8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color w:val="FF0000"/>
        </w:rPr>
      </w:pPr>
    </w:p>
    <w:p w14:paraId="7E2C6BBE" w14:textId="77777777" w:rsidR="000530CC" w:rsidRPr="004674B8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color w:val="FF0000"/>
        </w:rPr>
      </w:pPr>
    </w:p>
    <w:p w14:paraId="092E5036" w14:textId="77777777" w:rsidR="000530CC" w:rsidRPr="004674B8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color w:val="FF0000"/>
        </w:rPr>
      </w:pPr>
    </w:p>
    <w:p w14:paraId="50C7E894" w14:textId="77777777" w:rsidR="000530CC" w:rsidRPr="005E0C55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</w:rPr>
      </w:pPr>
    </w:p>
    <w:p w14:paraId="2032621D" w14:textId="77777777" w:rsidR="000530CC" w:rsidRPr="005E0C55" w:rsidRDefault="000530CC" w:rsidP="0071547B">
      <w:pPr>
        <w:pStyle w:val="ZkladntextIMP"/>
        <w:rPr>
          <w:rFonts w:ascii="Open Sans" w:hAnsi="Open Sans" w:cs="Open Sans"/>
        </w:rPr>
      </w:pPr>
    </w:p>
    <w:p w14:paraId="47EABF09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13AFA792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54BC43B6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557E7562" w14:textId="77777777" w:rsidR="00374DC4" w:rsidRPr="005E0C55" w:rsidRDefault="00374DC4" w:rsidP="0071547B">
      <w:pPr>
        <w:pStyle w:val="ZkladntextIMP"/>
        <w:rPr>
          <w:rFonts w:ascii="Open Sans" w:hAnsi="Open Sans" w:cs="Open Sans"/>
        </w:rPr>
      </w:pPr>
    </w:p>
    <w:p w14:paraId="6F6A0964" w14:textId="77777777" w:rsidR="00A00B4A" w:rsidRPr="005E0C55" w:rsidRDefault="00A00B4A" w:rsidP="0071547B">
      <w:pPr>
        <w:pStyle w:val="ZkladntextIMP"/>
        <w:rPr>
          <w:rFonts w:ascii="Open Sans" w:hAnsi="Open Sans" w:cs="Open Sans"/>
        </w:rPr>
      </w:pPr>
    </w:p>
    <w:p w14:paraId="51F72488" w14:textId="77777777" w:rsidR="00A527CC" w:rsidRPr="005E0C55" w:rsidRDefault="00A527CC" w:rsidP="0071547B">
      <w:pPr>
        <w:pStyle w:val="ZkladntextIMP"/>
        <w:rPr>
          <w:rFonts w:ascii="Open Sans" w:hAnsi="Open Sans" w:cs="Open Sans"/>
        </w:rPr>
      </w:pPr>
    </w:p>
    <w:sectPr w:rsidR="00A527CC" w:rsidRPr="005E0C55" w:rsidSect="0089005F">
      <w:headerReference w:type="even" r:id="rId8"/>
      <w:headerReference w:type="default" r:id="rId9"/>
      <w:footerReference w:type="even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pgSz w:w="11900" w:h="16832" w:code="9"/>
      <w:pgMar w:top="720" w:right="720" w:bottom="720" w:left="720" w:header="283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6BB7C" w14:textId="77777777" w:rsidR="003E77B3" w:rsidRDefault="003E77B3">
      <w:r>
        <w:separator/>
      </w:r>
    </w:p>
  </w:endnote>
  <w:endnote w:type="continuationSeparator" w:id="0">
    <w:p w14:paraId="3CDB6F6F" w14:textId="77777777" w:rsidR="003E77B3" w:rsidRDefault="003E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91C60" w14:textId="77777777" w:rsidR="00DD5C0E" w:rsidRDefault="00DD5C0E">
    <w:pPr>
      <w:pStyle w:val="ZkladntextIMP"/>
      <w:rPr>
        <w:rFonts w:ascii="Arial" w:hAnsi="Arial" w:cs="Arial"/>
      </w:rPr>
    </w:pPr>
    <w:r>
      <w:rPr>
        <w:rStyle w:val="slostrnky"/>
        <w:rFonts w:ascii="Arial" w:hAnsi="Arial" w:cs="Arial"/>
        <w:sz w:val="20"/>
      </w:rPr>
      <w:t xml:space="preserve">                                                                                   </w:t>
    </w:r>
    <w:r w:rsidR="00234A87"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 PAGE </w:instrText>
    </w:r>
    <w:r w:rsidR="00234A87">
      <w:rPr>
        <w:rStyle w:val="slostrnky"/>
        <w:rFonts w:ascii="Arial" w:hAnsi="Arial" w:cs="Arial"/>
        <w:sz w:val="20"/>
      </w:rPr>
      <w:fldChar w:fldCharType="separate"/>
    </w:r>
    <w:r>
      <w:rPr>
        <w:rStyle w:val="slostrnky"/>
        <w:rFonts w:ascii="Arial" w:hAnsi="Arial" w:cs="Arial"/>
        <w:noProof/>
        <w:sz w:val="20"/>
      </w:rPr>
      <w:t>2</w:t>
    </w:r>
    <w:r w:rsidR="00234A87">
      <w:rPr>
        <w:rStyle w:val="slostrnky"/>
        <w:rFonts w:ascii="Arial" w:hAnsi="Arial" w:cs="Arial"/>
        <w:sz w:val="20"/>
      </w:rPr>
      <w:fldChar w:fldCharType="end"/>
    </w:r>
    <w:r>
      <w:rPr>
        <w:rStyle w:val="slostrnky"/>
        <w:rFonts w:ascii="Arial" w:hAnsi="Arial" w:cs="Arial"/>
        <w:sz w:val="20"/>
      </w:rPr>
      <w:t>/6</w:t>
    </w:r>
    <w:r>
      <w:rPr>
        <w:rFonts w:ascii="Arial" w:hAnsi="Arial" w:cs="Arial"/>
      </w:rPr>
      <w:t xml:space="preserve">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4D54" w14:textId="77777777" w:rsidR="003E77B3" w:rsidRDefault="003E77B3">
      <w:r>
        <w:separator/>
      </w:r>
    </w:p>
  </w:footnote>
  <w:footnote w:type="continuationSeparator" w:id="0">
    <w:p w14:paraId="53CEDE20" w14:textId="77777777" w:rsidR="003E77B3" w:rsidRDefault="003E7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1702E" w14:textId="77777777" w:rsidR="00DD5C0E" w:rsidRDefault="00DD5C0E">
    <w:pPr>
      <w:pStyle w:val="ZkladntextIMP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Zak.č.TP………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F03F6" w14:textId="77777777" w:rsidR="00DD5C0E" w:rsidRDefault="00DD5C0E">
    <w:pPr>
      <w:pStyle w:val="ZkladntextIMP"/>
      <w:rPr>
        <w:rFonts w:ascii="Arial" w:hAnsi="Arial"/>
        <w:sz w:val="20"/>
      </w:rPr>
    </w:pPr>
    <w:r>
      <w:rPr>
        <w:rFonts w:ascii="Arial" w:hAnsi="Arial"/>
        <w:sz w:val="20"/>
      </w:rPr>
      <w:tab/>
      <w:t>D.1.4.2 VZDUCHOTECHNIKA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 xml:space="preserve">TP.15.37002             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</w:p>
  <w:p w14:paraId="4BF7EA61" w14:textId="77777777" w:rsidR="00DD5C0E" w:rsidRDefault="00DD5C0E">
    <w:pPr>
      <w:pStyle w:val="ZkladntextIMP"/>
      <w:rPr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 xml:space="preserve">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592C" w14:textId="77777777" w:rsidR="001129E4" w:rsidRDefault="001129E4" w:rsidP="001129E4">
    <w:pPr>
      <w:pStyle w:val="Zhlav"/>
      <w:tabs>
        <w:tab w:val="clear" w:pos="9072"/>
        <w:tab w:val="right" w:pos="9923"/>
      </w:tabs>
      <w:rPr>
        <w:rFonts w:ascii="Arial" w:hAnsi="Arial"/>
      </w:rPr>
    </w:pPr>
  </w:p>
  <w:tbl>
    <w:tblPr>
      <w:tblW w:w="9070" w:type="dxa"/>
      <w:tblInd w:w="2" w:type="dxa"/>
      <w:tblLook w:val="01E0" w:firstRow="1" w:lastRow="1" w:firstColumn="1" w:lastColumn="1" w:noHBand="0" w:noVBand="0"/>
    </w:tblPr>
    <w:tblGrid>
      <w:gridCol w:w="6731"/>
      <w:gridCol w:w="2339"/>
    </w:tblGrid>
    <w:tr w:rsidR="00B9743F" w:rsidRPr="00553022" w14:paraId="7127A2F7" w14:textId="77777777" w:rsidTr="00F374EA">
      <w:trPr>
        <w:trHeight w:val="429"/>
      </w:trPr>
      <w:tc>
        <w:tcPr>
          <w:tcW w:w="6731" w:type="dxa"/>
          <w:vAlign w:val="center"/>
        </w:tcPr>
        <w:p w14:paraId="14D11598" w14:textId="77777777" w:rsidR="003A709D" w:rsidRDefault="003A709D" w:rsidP="003A709D">
          <w:pPr>
            <w:pStyle w:val="Zhlav"/>
            <w:widowControl w:val="0"/>
            <w:tabs>
              <w:tab w:val="clear" w:pos="4536"/>
              <w:tab w:val="clear" w:pos="9072"/>
            </w:tabs>
            <w:ind w:left="-105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NOVOSTAVBA VÝJEZDOVÉ ZÁKLADNY ZZS JMK, P.O. BŘECLAVI</w:t>
          </w:r>
        </w:p>
        <w:p w14:paraId="13CC6F94" w14:textId="343619BF" w:rsidR="00B9743F" w:rsidRPr="00D538FE" w:rsidRDefault="003A709D" w:rsidP="003A709D">
          <w:pPr>
            <w:pStyle w:val="Zhlav"/>
            <w:tabs>
              <w:tab w:val="clear" w:pos="4536"/>
            </w:tabs>
            <w:ind w:left="-105"/>
            <w:rPr>
              <w:rFonts w:ascii="Arial" w:hAnsi="Arial" w:cs="Arial"/>
            </w:rPr>
          </w:pPr>
          <w:r>
            <w:rPr>
              <w:rFonts w:ascii="Arial" w:hAnsi="Arial" w:cs="Arial"/>
              <w:sz w:val="18"/>
              <w:szCs w:val="18"/>
            </w:rPr>
            <w:t>D.1.4.4 ZAŘÍZENÍ VZDUCHOTECHNIKY A CHLAZENÍ</w:t>
          </w:r>
          <w:r w:rsidR="00B9743F" w:rsidRPr="00D538FE">
            <w:rPr>
              <w:rFonts w:ascii="Arial" w:hAnsi="Arial" w:cs="Arial"/>
            </w:rPr>
            <w:tab/>
          </w:r>
        </w:p>
      </w:tc>
      <w:tc>
        <w:tcPr>
          <w:tcW w:w="2339" w:type="dxa"/>
          <w:vMerge w:val="restart"/>
        </w:tcPr>
        <w:p w14:paraId="24E1452D" w14:textId="77777777" w:rsidR="00B9743F" w:rsidRPr="00553022" w:rsidRDefault="00B9743F" w:rsidP="00B9743F">
          <w:pPr>
            <w:pStyle w:val="Zhlav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78177568" wp14:editId="3700187C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1509395" cy="479944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7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9743F" w:rsidRPr="00553022" w14:paraId="7CE85525" w14:textId="77777777" w:rsidTr="00F374EA">
      <w:trPr>
        <w:trHeight w:val="429"/>
      </w:trPr>
      <w:tc>
        <w:tcPr>
          <w:tcW w:w="6731" w:type="dxa"/>
          <w:tcBorders>
            <w:bottom w:val="single" w:sz="4" w:space="0" w:color="00B0F0"/>
          </w:tcBorders>
          <w:vAlign w:val="center"/>
        </w:tcPr>
        <w:p w14:paraId="18A3D2D9" w14:textId="3CF62258" w:rsidR="00B9743F" w:rsidRDefault="00B9743F" w:rsidP="00B9743F">
          <w:pPr>
            <w:pStyle w:val="Zhlav"/>
            <w:tabs>
              <w:tab w:val="clear" w:pos="4536"/>
              <w:tab w:val="clear" w:pos="9072"/>
              <w:tab w:val="center" w:leader="underscore" w:pos="6804"/>
            </w:tabs>
            <w:ind w:left="-105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Číslo zakázky:</w:t>
          </w:r>
          <w:r w:rsidRPr="00553022">
            <w:rPr>
              <w:rFonts w:ascii="Arial" w:hAnsi="Arial" w:cs="Arial"/>
              <w:sz w:val="16"/>
              <w:szCs w:val="16"/>
            </w:rPr>
            <w:t xml:space="preserve"> 2</w:t>
          </w:r>
          <w:r w:rsidR="003A709D">
            <w:rPr>
              <w:rFonts w:ascii="Arial" w:hAnsi="Arial" w:cs="Arial"/>
              <w:sz w:val="16"/>
              <w:szCs w:val="16"/>
            </w:rPr>
            <w:t>318013</w:t>
          </w:r>
        </w:p>
        <w:p w14:paraId="5FDC7EB6" w14:textId="77777777" w:rsidR="00B9743F" w:rsidRPr="00140848" w:rsidRDefault="00B9743F" w:rsidP="00B9743F">
          <w:pPr>
            <w:pStyle w:val="Zhlav"/>
            <w:tabs>
              <w:tab w:val="clear" w:pos="4536"/>
              <w:tab w:val="clear" w:pos="9072"/>
              <w:tab w:val="center" w:leader="underscore" w:pos="6804"/>
            </w:tabs>
            <w:ind w:left="-105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339" w:type="dxa"/>
          <w:vMerge/>
          <w:tcBorders>
            <w:bottom w:val="single" w:sz="4" w:space="0" w:color="00B0F0"/>
          </w:tcBorders>
        </w:tcPr>
        <w:p w14:paraId="28F5E895" w14:textId="77777777" w:rsidR="00B9743F" w:rsidRPr="00553022" w:rsidRDefault="00B9743F" w:rsidP="00B9743F">
          <w:pPr>
            <w:pStyle w:val="Zhlav"/>
            <w:jc w:val="right"/>
            <w:rPr>
              <w:rFonts w:ascii="Arial" w:hAnsi="Arial" w:cs="Arial"/>
              <w:noProof/>
            </w:rPr>
          </w:pPr>
        </w:p>
      </w:tc>
    </w:tr>
  </w:tbl>
  <w:p w14:paraId="167A6AAB" w14:textId="77777777" w:rsidR="0089005F" w:rsidRPr="001129E4" w:rsidRDefault="001129E4" w:rsidP="001129E4">
    <w:pPr>
      <w:pStyle w:val="Zhlav"/>
      <w:tabs>
        <w:tab w:val="clear" w:pos="9072"/>
        <w:tab w:val="right" w:pos="9923"/>
      </w:tabs>
    </w:pPr>
    <w:r>
      <w:rPr>
        <w:rFonts w:ascii="Arial" w:hAnsi="Arial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93EA1"/>
    <w:multiLevelType w:val="multilevel"/>
    <w:tmpl w:val="99F25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9E2EBF"/>
    <w:multiLevelType w:val="multilevel"/>
    <w:tmpl w:val="701A1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EC2DE0"/>
    <w:multiLevelType w:val="hybridMultilevel"/>
    <w:tmpl w:val="443CFD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289A"/>
    <w:multiLevelType w:val="multilevel"/>
    <w:tmpl w:val="A3D82180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621151C"/>
    <w:multiLevelType w:val="hybridMultilevel"/>
    <w:tmpl w:val="EA845A9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8D062A"/>
    <w:multiLevelType w:val="multilevel"/>
    <w:tmpl w:val="CDBAF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C2043D"/>
    <w:multiLevelType w:val="multilevel"/>
    <w:tmpl w:val="5FE07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2C4B28"/>
    <w:multiLevelType w:val="multilevel"/>
    <w:tmpl w:val="9B802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B83AA5"/>
    <w:multiLevelType w:val="hybridMultilevel"/>
    <w:tmpl w:val="F7A4F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514"/>
    <w:multiLevelType w:val="multilevel"/>
    <w:tmpl w:val="4D2ADBA6"/>
    <w:styleLink w:val="StylTZ"/>
    <w:lvl w:ilvl="0">
      <w:start w:val="1"/>
      <w:numFmt w:val="none"/>
      <w:lvlText w:val="1.1"/>
      <w:lvlJc w:val="left"/>
      <w:pPr>
        <w:ind w:left="720" w:hanging="360"/>
      </w:pPr>
      <w:rPr>
        <w:rFonts w:ascii="Arial Black" w:hAnsi="Arial Black" w:hint="default"/>
        <w:color w:val="548DD4" w:themeColor="text2" w:themeTint="99"/>
        <w:sz w:val="4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 Black" w:hAnsi="Arial Black" w:hint="default"/>
        <w:color w:val="548DD4" w:themeColor="text2" w:themeTint="99"/>
        <w:sz w:val="36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30B257A7"/>
    <w:multiLevelType w:val="hybridMultilevel"/>
    <w:tmpl w:val="CA8CF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81699"/>
    <w:multiLevelType w:val="multilevel"/>
    <w:tmpl w:val="5792F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529BD"/>
    <w:multiLevelType w:val="multilevel"/>
    <w:tmpl w:val="66F65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E74185"/>
    <w:multiLevelType w:val="hybridMultilevel"/>
    <w:tmpl w:val="9F0E4AF8"/>
    <w:lvl w:ilvl="0" w:tplc="4460728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47B61"/>
    <w:multiLevelType w:val="multilevel"/>
    <w:tmpl w:val="F84C1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Open Sans" w:eastAsia="Times New Roman" w:hAnsi="Open Sans" w:cs="Open San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5F33D1"/>
    <w:multiLevelType w:val="hybridMultilevel"/>
    <w:tmpl w:val="5658F7B8"/>
    <w:lvl w:ilvl="0" w:tplc="16BEB5F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46834762"/>
    <w:multiLevelType w:val="hybridMultilevel"/>
    <w:tmpl w:val="44E0979A"/>
    <w:lvl w:ilvl="0" w:tplc="70F83E7A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BD27392"/>
    <w:multiLevelType w:val="multilevel"/>
    <w:tmpl w:val="DC10CB9E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23572C7"/>
    <w:multiLevelType w:val="multilevel"/>
    <w:tmpl w:val="1954EFBA"/>
    <w:lvl w:ilvl="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70290E"/>
    <w:multiLevelType w:val="multilevel"/>
    <w:tmpl w:val="52004434"/>
    <w:lvl w:ilvl="0">
      <w:start w:val="1"/>
      <w:numFmt w:val="decimal"/>
      <w:lvlText w:val="%1.0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113309"/>
    <w:multiLevelType w:val="multilevel"/>
    <w:tmpl w:val="E9DC4CA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DD59D4"/>
    <w:multiLevelType w:val="multilevel"/>
    <w:tmpl w:val="D0144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94E28B9"/>
    <w:multiLevelType w:val="multilevel"/>
    <w:tmpl w:val="D9425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CE0183C"/>
    <w:multiLevelType w:val="multilevel"/>
    <w:tmpl w:val="9926E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6D031E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7C76070F"/>
    <w:multiLevelType w:val="hybridMultilevel"/>
    <w:tmpl w:val="062E5334"/>
    <w:lvl w:ilvl="0" w:tplc="4460728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60728C">
      <w:start w:val="6"/>
      <w:numFmt w:val="bullet"/>
      <w:lvlText w:val="-"/>
      <w:lvlJc w:val="left"/>
      <w:pPr>
        <w:ind w:left="2160" w:hanging="360"/>
      </w:pPr>
      <w:rPr>
        <w:rFonts w:ascii="Times New Roman" w:hAnsi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D1106"/>
    <w:multiLevelType w:val="hybridMultilevel"/>
    <w:tmpl w:val="7F8A77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92175586">
    <w:abstractNumId w:val="14"/>
  </w:num>
  <w:num w:numId="2" w16cid:durableId="773137503">
    <w:abstractNumId w:val="11"/>
  </w:num>
  <w:num w:numId="3" w16cid:durableId="1240092501">
    <w:abstractNumId w:val="1"/>
  </w:num>
  <w:num w:numId="4" w16cid:durableId="822429012">
    <w:abstractNumId w:val="21"/>
  </w:num>
  <w:num w:numId="5" w16cid:durableId="1075784870">
    <w:abstractNumId w:val="5"/>
  </w:num>
  <w:num w:numId="6" w16cid:durableId="1714891594">
    <w:abstractNumId w:val="7"/>
  </w:num>
  <w:num w:numId="7" w16cid:durableId="946040236">
    <w:abstractNumId w:val="23"/>
  </w:num>
  <w:num w:numId="8" w16cid:durableId="50347629">
    <w:abstractNumId w:val="0"/>
  </w:num>
  <w:num w:numId="9" w16cid:durableId="418597577">
    <w:abstractNumId w:val="12"/>
  </w:num>
  <w:num w:numId="10" w16cid:durableId="842016814">
    <w:abstractNumId w:val="6"/>
  </w:num>
  <w:num w:numId="11" w16cid:durableId="889416692">
    <w:abstractNumId w:val="9"/>
  </w:num>
  <w:num w:numId="12" w16cid:durableId="1983263960">
    <w:abstractNumId w:val="20"/>
  </w:num>
  <w:num w:numId="13" w16cid:durableId="1646472761">
    <w:abstractNumId w:val="24"/>
  </w:num>
  <w:num w:numId="14" w16cid:durableId="2091849926">
    <w:abstractNumId w:val="19"/>
  </w:num>
  <w:num w:numId="15" w16cid:durableId="1931742343">
    <w:abstractNumId w:val="8"/>
  </w:num>
  <w:num w:numId="16" w16cid:durableId="837305820">
    <w:abstractNumId w:val="4"/>
  </w:num>
  <w:num w:numId="17" w16cid:durableId="522863444">
    <w:abstractNumId w:val="10"/>
  </w:num>
  <w:num w:numId="18" w16cid:durableId="1462574506">
    <w:abstractNumId w:val="13"/>
  </w:num>
  <w:num w:numId="19" w16cid:durableId="2097818322">
    <w:abstractNumId w:val="25"/>
  </w:num>
  <w:num w:numId="20" w16cid:durableId="375349485">
    <w:abstractNumId w:val="26"/>
  </w:num>
  <w:num w:numId="21" w16cid:durableId="958142828">
    <w:abstractNumId w:val="2"/>
  </w:num>
  <w:num w:numId="22" w16cid:durableId="198081917">
    <w:abstractNumId w:val="15"/>
  </w:num>
  <w:num w:numId="23" w16cid:durableId="1042706854">
    <w:abstractNumId w:val="22"/>
  </w:num>
  <w:num w:numId="24" w16cid:durableId="150610420">
    <w:abstractNumId w:val="18"/>
  </w:num>
  <w:num w:numId="25" w16cid:durableId="141122219">
    <w:abstractNumId w:val="17"/>
  </w:num>
  <w:num w:numId="26" w16cid:durableId="825977384">
    <w:abstractNumId w:val="3"/>
  </w:num>
  <w:num w:numId="27" w16cid:durableId="173234159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16F"/>
    <w:rsid w:val="00013452"/>
    <w:rsid w:val="00026C51"/>
    <w:rsid w:val="00031028"/>
    <w:rsid w:val="0004294F"/>
    <w:rsid w:val="00052649"/>
    <w:rsid w:val="000530CC"/>
    <w:rsid w:val="00064FF1"/>
    <w:rsid w:val="00080F48"/>
    <w:rsid w:val="00082D9A"/>
    <w:rsid w:val="0009132C"/>
    <w:rsid w:val="000A68E9"/>
    <w:rsid w:val="000A6A4C"/>
    <w:rsid w:val="000C0341"/>
    <w:rsid w:val="000C35FF"/>
    <w:rsid w:val="000D47A3"/>
    <w:rsid w:val="000F481A"/>
    <w:rsid w:val="00107D60"/>
    <w:rsid w:val="00110ED7"/>
    <w:rsid w:val="00111AE8"/>
    <w:rsid w:val="001129E4"/>
    <w:rsid w:val="00114F68"/>
    <w:rsid w:val="00131431"/>
    <w:rsid w:val="0013349C"/>
    <w:rsid w:val="00135C60"/>
    <w:rsid w:val="0014303E"/>
    <w:rsid w:val="00166C45"/>
    <w:rsid w:val="00171E17"/>
    <w:rsid w:val="00182C6E"/>
    <w:rsid w:val="00185980"/>
    <w:rsid w:val="00186671"/>
    <w:rsid w:val="001A05CE"/>
    <w:rsid w:val="001B2E18"/>
    <w:rsid w:val="001B59E5"/>
    <w:rsid w:val="001B6F37"/>
    <w:rsid w:val="001C2FB5"/>
    <w:rsid w:val="001C3443"/>
    <w:rsid w:val="001C63F9"/>
    <w:rsid w:val="001D1342"/>
    <w:rsid w:val="001D4319"/>
    <w:rsid w:val="002142CE"/>
    <w:rsid w:val="0021713A"/>
    <w:rsid w:val="00220127"/>
    <w:rsid w:val="00223387"/>
    <w:rsid w:val="00234A87"/>
    <w:rsid w:val="00253869"/>
    <w:rsid w:val="00274DED"/>
    <w:rsid w:val="002912F5"/>
    <w:rsid w:val="002A7AA0"/>
    <w:rsid w:val="002B0DB5"/>
    <w:rsid w:val="002B2619"/>
    <w:rsid w:val="002C1D3F"/>
    <w:rsid w:val="002F7E03"/>
    <w:rsid w:val="003110C9"/>
    <w:rsid w:val="00311CB3"/>
    <w:rsid w:val="003548A5"/>
    <w:rsid w:val="00374DC4"/>
    <w:rsid w:val="00380BEA"/>
    <w:rsid w:val="003822A6"/>
    <w:rsid w:val="0039310B"/>
    <w:rsid w:val="00396D55"/>
    <w:rsid w:val="003A64AB"/>
    <w:rsid w:val="003A709D"/>
    <w:rsid w:val="003C4403"/>
    <w:rsid w:val="003D51DF"/>
    <w:rsid w:val="003E6EEE"/>
    <w:rsid w:val="003E77B3"/>
    <w:rsid w:val="003F36C5"/>
    <w:rsid w:val="0040573A"/>
    <w:rsid w:val="00406CC6"/>
    <w:rsid w:val="0041460B"/>
    <w:rsid w:val="00417857"/>
    <w:rsid w:val="0042120C"/>
    <w:rsid w:val="00425D5E"/>
    <w:rsid w:val="004459B2"/>
    <w:rsid w:val="00446585"/>
    <w:rsid w:val="00456848"/>
    <w:rsid w:val="00465C63"/>
    <w:rsid w:val="004674B8"/>
    <w:rsid w:val="00474336"/>
    <w:rsid w:val="00496D68"/>
    <w:rsid w:val="004C71AF"/>
    <w:rsid w:val="004D4C0B"/>
    <w:rsid w:val="004D7AE7"/>
    <w:rsid w:val="004E783F"/>
    <w:rsid w:val="004F265D"/>
    <w:rsid w:val="005038AE"/>
    <w:rsid w:val="00504396"/>
    <w:rsid w:val="00517631"/>
    <w:rsid w:val="005200D0"/>
    <w:rsid w:val="00525549"/>
    <w:rsid w:val="005377E4"/>
    <w:rsid w:val="00560C06"/>
    <w:rsid w:val="0056762D"/>
    <w:rsid w:val="00573CD3"/>
    <w:rsid w:val="00576261"/>
    <w:rsid w:val="00587E65"/>
    <w:rsid w:val="005955DD"/>
    <w:rsid w:val="005B1DC5"/>
    <w:rsid w:val="005B450E"/>
    <w:rsid w:val="005C2C49"/>
    <w:rsid w:val="005C5025"/>
    <w:rsid w:val="005E0C0B"/>
    <w:rsid w:val="005E0C55"/>
    <w:rsid w:val="005E3E71"/>
    <w:rsid w:val="005E60AB"/>
    <w:rsid w:val="005E6658"/>
    <w:rsid w:val="00617134"/>
    <w:rsid w:val="00627747"/>
    <w:rsid w:val="00633BE1"/>
    <w:rsid w:val="00634863"/>
    <w:rsid w:val="00636EE1"/>
    <w:rsid w:val="00654592"/>
    <w:rsid w:val="00662FF5"/>
    <w:rsid w:val="00670499"/>
    <w:rsid w:val="00670AA0"/>
    <w:rsid w:val="00670F2E"/>
    <w:rsid w:val="00672D36"/>
    <w:rsid w:val="00685F4B"/>
    <w:rsid w:val="00687940"/>
    <w:rsid w:val="006A6F51"/>
    <w:rsid w:val="006B3395"/>
    <w:rsid w:val="006B5EE0"/>
    <w:rsid w:val="006C2F99"/>
    <w:rsid w:val="006C4BD8"/>
    <w:rsid w:val="006E326A"/>
    <w:rsid w:val="006E3CA6"/>
    <w:rsid w:val="006E40A5"/>
    <w:rsid w:val="006E6CE1"/>
    <w:rsid w:val="006E740E"/>
    <w:rsid w:val="006F1EE1"/>
    <w:rsid w:val="006F4D6A"/>
    <w:rsid w:val="00701144"/>
    <w:rsid w:val="00704F00"/>
    <w:rsid w:val="0071158A"/>
    <w:rsid w:val="0071547B"/>
    <w:rsid w:val="00731507"/>
    <w:rsid w:val="00736880"/>
    <w:rsid w:val="007414A2"/>
    <w:rsid w:val="00746EA2"/>
    <w:rsid w:val="0076206E"/>
    <w:rsid w:val="00780C01"/>
    <w:rsid w:val="0079566F"/>
    <w:rsid w:val="007A3756"/>
    <w:rsid w:val="007A6594"/>
    <w:rsid w:val="007B00C0"/>
    <w:rsid w:val="007B12D4"/>
    <w:rsid w:val="007B4ECE"/>
    <w:rsid w:val="007B6A1A"/>
    <w:rsid w:val="007C7DFC"/>
    <w:rsid w:val="007D3654"/>
    <w:rsid w:val="007E58F2"/>
    <w:rsid w:val="007E6257"/>
    <w:rsid w:val="0080124D"/>
    <w:rsid w:val="008041CE"/>
    <w:rsid w:val="00805E1A"/>
    <w:rsid w:val="00807D05"/>
    <w:rsid w:val="00841616"/>
    <w:rsid w:val="00854697"/>
    <w:rsid w:val="0088022A"/>
    <w:rsid w:val="0088423C"/>
    <w:rsid w:val="0089005F"/>
    <w:rsid w:val="00891D0D"/>
    <w:rsid w:val="008A0A60"/>
    <w:rsid w:val="008A7BB0"/>
    <w:rsid w:val="008B3CD9"/>
    <w:rsid w:val="008B6260"/>
    <w:rsid w:val="008C761C"/>
    <w:rsid w:val="008F50C2"/>
    <w:rsid w:val="00915B86"/>
    <w:rsid w:val="009247FD"/>
    <w:rsid w:val="00924843"/>
    <w:rsid w:val="00933EEA"/>
    <w:rsid w:val="00937A0C"/>
    <w:rsid w:val="00960A8B"/>
    <w:rsid w:val="009622E0"/>
    <w:rsid w:val="009675B6"/>
    <w:rsid w:val="009720BF"/>
    <w:rsid w:val="0097350B"/>
    <w:rsid w:val="00985108"/>
    <w:rsid w:val="00990760"/>
    <w:rsid w:val="00993E82"/>
    <w:rsid w:val="009B073A"/>
    <w:rsid w:val="009B4DCA"/>
    <w:rsid w:val="009D0FFA"/>
    <w:rsid w:val="009E202B"/>
    <w:rsid w:val="009F0E0B"/>
    <w:rsid w:val="00A00B4A"/>
    <w:rsid w:val="00A01512"/>
    <w:rsid w:val="00A131BA"/>
    <w:rsid w:val="00A138D6"/>
    <w:rsid w:val="00A200C8"/>
    <w:rsid w:val="00A21162"/>
    <w:rsid w:val="00A23E1F"/>
    <w:rsid w:val="00A527CC"/>
    <w:rsid w:val="00A669DA"/>
    <w:rsid w:val="00A7418C"/>
    <w:rsid w:val="00A82BA4"/>
    <w:rsid w:val="00A82D83"/>
    <w:rsid w:val="00A9722A"/>
    <w:rsid w:val="00AB22D8"/>
    <w:rsid w:val="00AC642E"/>
    <w:rsid w:val="00AE2D86"/>
    <w:rsid w:val="00AE49E3"/>
    <w:rsid w:val="00B00C78"/>
    <w:rsid w:val="00B06515"/>
    <w:rsid w:val="00B12129"/>
    <w:rsid w:val="00B16ADF"/>
    <w:rsid w:val="00B16B38"/>
    <w:rsid w:val="00B214A8"/>
    <w:rsid w:val="00B22236"/>
    <w:rsid w:val="00B229C9"/>
    <w:rsid w:val="00B4065A"/>
    <w:rsid w:val="00B43D25"/>
    <w:rsid w:val="00B82522"/>
    <w:rsid w:val="00B8595D"/>
    <w:rsid w:val="00B91B98"/>
    <w:rsid w:val="00B9743F"/>
    <w:rsid w:val="00BB22FB"/>
    <w:rsid w:val="00BD216F"/>
    <w:rsid w:val="00BD5E47"/>
    <w:rsid w:val="00BE48C3"/>
    <w:rsid w:val="00BF4F33"/>
    <w:rsid w:val="00C15566"/>
    <w:rsid w:val="00C224C7"/>
    <w:rsid w:val="00C226A6"/>
    <w:rsid w:val="00C33A91"/>
    <w:rsid w:val="00C35ACE"/>
    <w:rsid w:val="00C36945"/>
    <w:rsid w:val="00C411FC"/>
    <w:rsid w:val="00C626A6"/>
    <w:rsid w:val="00C665BB"/>
    <w:rsid w:val="00C66B92"/>
    <w:rsid w:val="00C848BA"/>
    <w:rsid w:val="00C90D60"/>
    <w:rsid w:val="00C91FAA"/>
    <w:rsid w:val="00CC013B"/>
    <w:rsid w:val="00CC6A79"/>
    <w:rsid w:val="00CF1D4E"/>
    <w:rsid w:val="00D050A1"/>
    <w:rsid w:val="00D13633"/>
    <w:rsid w:val="00D15318"/>
    <w:rsid w:val="00D20AE3"/>
    <w:rsid w:val="00D218DD"/>
    <w:rsid w:val="00D30CC4"/>
    <w:rsid w:val="00D4214A"/>
    <w:rsid w:val="00D424BA"/>
    <w:rsid w:val="00D51ECB"/>
    <w:rsid w:val="00D704AC"/>
    <w:rsid w:val="00D70809"/>
    <w:rsid w:val="00D759DC"/>
    <w:rsid w:val="00DB0A42"/>
    <w:rsid w:val="00DB4D49"/>
    <w:rsid w:val="00DB6A2B"/>
    <w:rsid w:val="00DD5C0E"/>
    <w:rsid w:val="00DE426A"/>
    <w:rsid w:val="00DF5201"/>
    <w:rsid w:val="00DF6F30"/>
    <w:rsid w:val="00E13D8F"/>
    <w:rsid w:val="00E23C51"/>
    <w:rsid w:val="00E244F7"/>
    <w:rsid w:val="00E257C5"/>
    <w:rsid w:val="00E34159"/>
    <w:rsid w:val="00E4031E"/>
    <w:rsid w:val="00E41A68"/>
    <w:rsid w:val="00E46781"/>
    <w:rsid w:val="00E60B97"/>
    <w:rsid w:val="00E7309A"/>
    <w:rsid w:val="00E871CE"/>
    <w:rsid w:val="00E964D2"/>
    <w:rsid w:val="00EB0FC7"/>
    <w:rsid w:val="00EB3DE4"/>
    <w:rsid w:val="00EB714C"/>
    <w:rsid w:val="00EB7420"/>
    <w:rsid w:val="00ED7718"/>
    <w:rsid w:val="00EE59A4"/>
    <w:rsid w:val="00EF26BA"/>
    <w:rsid w:val="00EF6FAE"/>
    <w:rsid w:val="00F004AC"/>
    <w:rsid w:val="00F05B0B"/>
    <w:rsid w:val="00F062D3"/>
    <w:rsid w:val="00F0675D"/>
    <w:rsid w:val="00F178CC"/>
    <w:rsid w:val="00F275F0"/>
    <w:rsid w:val="00F361CC"/>
    <w:rsid w:val="00F36271"/>
    <w:rsid w:val="00F43B87"/>
    <w:rsid w:val="00F507D7"/>
    <w:rsid w:val="00F61BC6"/>
    <w:rsid w:val="00F7114A"/>
    <w:rsid w:val="00F844F4"/>
    <w:rsid w:val="00F96D6C"/>
    <w:rsid w:val="00FA5BB6"/>
    <w:rsid w:val="00FB2F76"/>
    <w:rsid w:val="00FB39DD"/>
    <w:rsid w:val="00FB4212"/>
    <w:rsid w:val="00FB73F9"/>
    <w:rsid w:val="00FC7AE9"/>
    <w:rsid w:val="00FD0606"/>
    <w:rsid w:val="00FD5660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79DBAF"/>
  <w15:docId w15:val="{E9ED7A7A-E438-4E03-9F04-C8034FDC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03E"/>
    <w:rPr>
      <w:rFonts w:ascii="Times New Roman" w:hAnsi="Times New Roman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7114A"/>
    <w:pPr>
      <w:keepNext/>
      <w:spacing w:before="240" w:after="60"/>
      <w:jc w:val="center"/>
      <w:outlineLvl w:val="0"/>
    </w:pPr>
    <w:rPr>
      <w:rFonts w:ascii="Arial Black" w:hAnsi="Arial Black"/>
      <w:bCs/>
      <w:color w:val="548DD4" w:themeColor="text2" w:themeTint="99"/>
      <w:kern w:val="32"/>
      <w:sz w:val="4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1342"/>
    <w:pPr>
      <w:keepNext/>
      <w:spacing w:before="240" w:after="60"/>
      <w:ind w:left="720"/>
      <w:outlineLvl w:val="1"/>
    </w:pPr>
    <w:rPr>
      <w:rFonts w:ascii="Arial" w:hAnsi="Arial"/>
      <w:b/>
      <w:bCs/>
      <w:iCs/>
      <w:color w:val="548DD4" w:themeColor="text2" w:themeTint="99"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722A"/>
    <w:pPr>
      <w:keepNext/>
      <w:spacing w:before="240" w:after="60"/>
      <w:ind w:left="737"/>
      <w:outlineLvl w:val="2"/>
    </w:pPr>
    <w:rPr>
      <w:rFonts w:ascii="Cambria" w:hAnsi="Cambria"/>
      <w:b/>
      <w:bCs/>
      <w:color w:val="548DD4" w:themeColor="text2" w:themeTint="99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43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E202B"/>
    <w:pPr>
      <w:spacing w:before="240" w:after="60"/>
      <w:ind w:left="284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6C45"/>
    <w:pPr>
      <w:tabs>
        <w:tab w:val="center" w:pos="4536"/>
        <w:tab w:val="right" w:pos="9072"/>
      </w:tabs>
    </w:pPr>
  </w:style>
  <w:style w:type="paragraph" w:customStyle="1" w:styleId="ZkladntextIMP">
    <w:name w:val="Základní text_IMP"/>
    <w:basedOn w:val="Normln"/>
    <w:rsid w:val="00166C45"/>
    <w:pPr>
      <w:suppressAutoHyphens/>
      <w:spacing w:line="276" w:lineRule="auto"/>
    </w:pPr>
    <w:rPr>
      <w:sz w:val="24"/>
    </w:rPr>
  </w:style>
  <w:style w:type="paragraph" w:customStyle="1" w:styleId="Odstavec">
    <w:name w:val="Odstavec"/>
    <w:basedOn w:val="ZkladntextIMP"/>
    <w:rsid w:val="000D47A3"/>
    <w:pPr>
      <w:spacing w:line="240" w:lineRule="atLeast"/>
      <w:ind w:firstLine="482"/>
      <w:jc w:val="both"/>
    </w:pPr>
  </w:style>
  <w:style w:type="paragraph" w:customStyle="1" w:styleId="Poznmka">
    <w:name w:val="Poznámka"/>
    <w:basedOn w:val="ZkladntextIMP"/>
    <w:rsid w:val="00166C45"/>
    <w:pPr>
      <w:spacing w:line="230" w:lineRule="auto"/>
    </w:pPr>
    <w:rPr>
      <w:i/>
      <w:sz w:val="20"/>
    </w:rPr>
  </w:style>
  <w:style w:type="paragraph" w:customStyle="1" w:styleId="Nadpis">
    <w:name w:val="Nadpis"/>
    <w:basedOn w:val="ZkladntextIMP"/>
    <w:next w:val="Odstavec"/>
    <w:rsid w:val="00166C45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rsid w:val="00166C45"/>
    <w:pPr>
      <w:shd w:val="solid" w:color="auto" w:fill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rsid w:val="00166C45"/>
  </w:style>
  <w:style w:type="paragraph" w:customStyle="1" w:styleId="Seznamoslovan">
    <w:name w:val="Seznam očíslovaný"/>
    <w:basedOn w:val="ZkladntextIMP"/>
    <w:rsid w:val="00166C45"/>
  </w:style>
  <w:style w:type="paragraph" w:styleId="Zpat">
    <w:name w:val="footer"/>
    <w:basedOn w:val="Normln"/>
    <w:link w:val="ZpatChar"/>
    <w:uiPriority w:val="99"/>
    <w:rsid w:val="00166C4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66C45"/>
  </w:style>
  <w:style w:type="character" w:styleId="Hypertextovodkaz">
    <w:name w:val="Hyperlink"/>
    <w:basedOn w:val="Nadpis3Char"/>
    <w:semiHidden/>
    <w:rsid w:val="007B00C0"/>
    <w:rPr>
      <w:rFonts w:ascii="Cambria" w:hAnsi="Cambria"/>
      <w:b/>
      <w:bCs/>
      <w:color w:val="548DD4" w:themeColor="text2" w:themeTint="99"/>
      <w:sz w:val="26"/>
      <w:szCs w:val="26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48BA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uiPriority w:val="9"/>
    <w:rsid w:val="00F7114A"/>
    <w:rPr>
      <w:rFonts w:ascii="Arial Black" w:hAnsi="Arial Black"/>
      <w:bCs/>
      <w:color w:val="548DD4" w:themeColor="text2" w:themeTint="99"/>
      <w:kern w:val="32"/>
      <w:sz w:val="4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1D1342"/>
    <w:rPr>
      <w:b/>
      <w:bCs/>
      <w:iCs/>
      <w:color w:val="548DD4" w:themeColor="text2" w:themeTint="99"/>
      <w:sz w:val="36"/>
      <w:szCs w:val="28"/>
      <w:lang w:eastAsia="en-US"/>
    </w:rPr>
  </w:style>
  <w:style w:type="character" w:customStyle="1" w:styleId="Nadpis6Char">
    <w:name w:val="Nadpis 6 Char"/>
    <w:link w:val="Nadpis6"/>
    <w:uiPriority w:val="9"/>
    <w:rsid w:val="009E202B"/>
    <w:rPr>
      <w:rFonts w:ascii="Calibri" w:hAnsi="Calibri"/>
      <w:b/>
      <w:bCs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A9722A"/>
    <w:rPr>
      <w:rFonts w:ascii="Cambria" w:hAnsi="Cambria"/>
      <w:b/>
      <w:bCs/>
      <w:color w:val="548DD4" w:themeColor="text2" w:themeTint="99"/>
      <w:sz w:val="26"/>
      <w:szCs w:val="26"/>
      <w:lang w:eastAsia="en-US"/>
    </w:rPr>
  </w:style>
  <w:style w:type="paragraph" w:customStyle="1" w:styleId="Normlntz">
    <w:name w:val="Normálnítz"/>
    <w:basedOn w:val="Normln"/>
    <w:rsid w:val="00CF1D4E"/>
    <w:pPr>
      <w:suppressAutoHyphens/>
      <w:spacing w:before="120"/>
      <w:jc w:val="both"/>
    </w:pPr>
    <w:rPr>
      <w:rFonts w:ascii="PalmSprings" w:hAnsi="PalmSprings"/>
      <w:sz w:val="24"/>
      <w:lang w:eastAsia="ar-SA"/>
    </w:rPr>
  </w:style>
  <w:style w:type="numbering" w:customStyle="1" w:styleId="StylTZ">
    <w:name w:val="Styl TZ"/>
    <w:uiPriority w:val="99"/>
    <w:rsid w:val="00182C6E"/>
    <w:pPr>
      <w:numPr>
        <w:numId w:val="11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B00C0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E202B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50439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Zkladntext2">
    <w:name w:val="Body Text 2"/>
    <w:basedOn w:val="Normln"/>
    <w:link w:val="Zkladntext2Char"/>
    <w:semiHidden/>
    <w:rsid w:val="00080F48"/>
    <w:pPr>
      <w:jc w:val="both"/>
    </w:pPr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080F48"/>
    <w:rPr>
      <w:lang w:eastAsia="en-US"/>
    </w:rPr>
  </w:style>
  <w:style w:type="paragraph" w:styleId="Normlnweb">
    <w:name w:val="Normal (Web)"/>
    <w:basedOn w:val="Normln"/>
    <w:uiPriority w:val="99"/>
    <w:semiHidden/>
    <w:unhideWhenUsed/>
    <w:rsid w:val="009622E0"/>
    <w:pPr>
      <w:spacing w:before="100" w:beforeAutospacing="1" w:after="100" w:afterAutospacing="1"/>
    </w:pPr>
    <w:rPr>
      <w:rFonts w:eastAsiaTheme="minorHAnsi"/>
      <w:sz w:val="24"/>
      <w:szCs w:val="24"/>
      <w:lang w:eastAsia="cs-CZ"/>
    </w:rPr>
  </w:style>
  <w:style w:type="paragraph" w:customStyle="1" w:styleId="Default">
    <w:name w:val="Default"/>
    <w:rsid w:val="00B8252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89005F"/>
    <w:rPr>
      <w:rFonts w:ascii="Times New Roman" w:hAnsi="Times New Roman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E0C55"/>
    <w:rPr>
      <w:rFonts w:ascii="Times New Roman" w:hAnsi="Times New Roman"/>
      <w:lang w:eastAsia="en-US"/>
    </w:rPr>
  </w:style>
  <w:style w:type="table" w:styleId="Mkatabulky">
    <w:name w:val="Table Grid"/>
    <w:basedOn w:val="Normlntabulka"/>
    <w:uiPriority w:val="59"/>
    <w:rsid w:val="00915B86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Internetovodkaz">
    <w:name w:val="Internetový odkaz"/>
    <w:uiPriority w:val="99"/>
    <w:unhideWhenUsed/>
    <w:rsid w:val="003A709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8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%201%20IVO\PROJEKTY%20A%20NAB&#205;DKY\2015\TP.15.37002%20JMA%20Rekonstrukce%20soc.%20za&#345;&#237;zen&#237;%20a%20&#353;aten%20stroj&#237;rny\Pracovn&#237;\04%20Technick&#225;%20zpr&#225;va\vzor%20TZ_DPS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F8170-0FD4-4594-B1E9-7FED1568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TZ_DPS.dotx</Template>
  <TotalTime>1192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Úplná technická dokumentace PS 01 Klimatizace obsahuje:</vt:lpstr>
    </vt:vector>
  </TitlesOfParts>
  <Company>AIR KLIMA spol. s r.o.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Úplná technická dokumentace PS 01 Klimatizace obsahuje:</dc:title>
  <dc:creator>Ivo Ondrovčík</dc:creator>
  <cp:lastModifiedBy>Ivo Ondrovčík</cp:lastModifiedBy>
  <cp:revision>63</cp:revision>
  <cp:lastPrinted>2023-02-08T13:26:00Z</cp:lastPrinted>
  <dcterms:created xsi:type="dcterms:W3CDTF">2015-05-05T12:06:00Z</dcterms:created>
  <dcterms:modified xsi:type="dcterms:W3CDTF">2024-10-21T06:41:00Z</dcterms:modified>
</cp:coreProperties>
</file>